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376" w:rsidRDefault="00314376">
      <w:pPr>
        <w:pStyle w:val="Heading1"/>
        <w:jc w:val="center"/>
      </w:pPr>
    </w:p>
    <w:p w:rsidR="00314376" w:rsidRDefault="00314376">
      <w:pPr>
        <w:pStyle w:val="Heading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52.5pt" o:ole="" filled="t">
            <v:fill color2="black" type="frame"/>
            <v:imagedata r:id="rId7" o:title=""/>
          </v:shape>
          <o:OLEObject Type="Embed" ProgID="Paint.Picture" ShapeID="_x0000_i1025" DrawAspect="Content" ObjectID="_1733658302" r:id="rId8"/>
        </w:object>
      </w:r>
    </w:p>
    <w:p w:rsidR="00314376" w:rsidRDefault="00314376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314376" w:rsidRPr="00902DB2" w:rsidTr="00543B96">
        <w:tc>
          <w:tcPr>
            <w:tcW w:w="10280" w:type="dxa"/>
          </w:tcPr>
          <w:p w:rsidR="00314376" w:rsidRPr="00C249D8" w:rsidRDefault="00314376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314376" w:rsidRPr="00543B96" w:rsidRDefault="00314376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314376" w:rsidRPr="00902DB2" w:rsidRDefault="00314376" w:rsidP="00543B96">
            <w:pPr>
              <w:pStyle w:val="Heading8"/>
              <w:jc w:val="center"/>
            </w:pPr>
          </w:p>
        </w:tc>
      </w:tr>
    </w:tbl>
    <w:p w:rsidR="00314376" w:rsidRPr="00902DB2" w:rsidRDefault="00314376" w:rsidP="00902DB2"/>
    <w:p w:rsidR="00314376" w:rsidRDefault="00314376" w:rsidP="00902DB2">
      <w:pPr>
        <w:pStyle w:val="Heading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314376" w:rsidRDefault="00314376" w:rsidP="0001563A">
      <w:pPr>
        <w:pStyle w:val="Heading1"/>
        <w:tabs>
          <w:tab w:val="clear" w:pos="0"/>
        </w:tabs>
        <w:rPr>
          <w:b/>
          <w:bCs/>
          <w:sz w:val="28"/>
        </w:rPr>
      </w:pPr>
    </w:p>
    <w:p w:rsidR="00314376" w:rsidRPr="007527EA" w:rsidRDefault="00314376">
      <w:pPr>
        <w:pStyle w:val="BodyText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м.Луцьк</w:t>
      </w:r>
    </w:p>
    <w:p w:rsidR="00314376" w:rsidRPr="000361B6" w:rsidRDefault="0031437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затвердження паспортів </w:t>
      </w:r>
    </w:p>
    <w:p w:rsidR="00314376" w:rsidRPr="000361B6" w:rsidRDefault="00314376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202</w:t>
      </w:r>
      <w:r>
        <w:rPr>
          <w:sz w:val="24"/>
          <w:szCs w:val="24"/>
          <w:lang w:val="uk-UA"/>
        </w:rPr>
        <w:t>2</w:t>
      </w:r>
      <w:r w:rsidRPr="000361B6">
        <w:rPr>
          <w:sz w:val="24"/>
          <w:szCs w:val="24"/>
          <w:lang w:val="uk-UA"/>
        </w:rPr>
        <w:t xml:space="preserve"> рік</w:t>
      </w:r>
    </w:p>
    <w:p w:rsidR="00314376" w:rsidRDefault="00314376" w:rsidP="00902DB2">
      <w:pPr>
        <w:rPr>
          <w:sz w:val="24"/>
          <w:szCs w:val="24"/>
          <w:lang w:val="uk-UA"/>
        </w:rPr>
      </w:pPr>
    </w:p>
    <w:p w:rsidR="00314376" w:rsidRDefault="00314376" w:rsidP="00BC7190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21.12.2022</w:t>
      </w:r>
      <w:r w:rsidRPr="000361B6">
        <w:rPr>
          <w:b/>
          <w:sz w:val="24"/>
          <w:szCs w:val="24"/>
          <w:lang w:val="uk-UA"/>
        </w:rPr>
        <w:t xml:space="preserve"> року  № </w:t>
      </w:r>
      <w:r>
        <w:rPr>
          <w:b/>
          <w:sz w:val="24"/>
          <w:szCs w:val="24"/>
          <w:lang w:val="uk-UA"/>
        </w:rPr>
        <w:t xml:space="preserve">39/42 </w:t>
      </w:r>
      <w:r w:rsidRPr="000361B6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 xml:space="preserve">Про внесення змін до рішення міської ради від 22.12.2021 року №24/122 «Про бюджет Луцької міської територіальної громади на 2022 рік, з врахуванням змін, внесених рішенням від 27.01.2022 року №25/93, від 23.02.2022року №26/55, від 01.03.2022 року №27/4, від 04.03.2022 року №28/4, від 30.03.2022 року №30/2, від 27.04.2022 року №31/18, від 23.06.2022 №32/18, від 27.07.2022 №33/67, від 31.08.2022 року №34/59, від 28.09.2022 року №35/57, від 26.10.2022 року №36/56, </w:t>
      </w:r>
      <w:r w:rsidRPr="00BC7190">
        <w:rPr>
          <w:sz w:val="24"/>
          <w:szCs w:val="24"/>
          <w:lang w:val="uk-UA"/>
        </w:rPr>
        <w:t>від 30.11.2022 року</w:t>
      </w:r>
      <w:r>
        <w:rPr>
          <w:sz w:val="24"/>
          <w:szCs w:val="24"/>
          <w:lang w:val="uk-UA"/>
        </w:rPr>
        <w:t xml:space="preserve">, </w:t>
      </w:r>
      <w:r w:rsidRPr="006F2A9D">
        <w:rPr>
          <w:sz w:val="24"/>
          <w:szCs w:val="24"/>
          <w:lang w:val="uk-UA"/>
        </w:rPr>
        <w:t>від 13.12.2022 року  № 38/10</w:t>
      </w:r>
      <w:r w:rsidRPr="000361B6">
        <w:rPr>
          <w:sz w:val="24"/>
          <w:szCs w:val="24"/>
          <w:lang w:val="uk-UA"/>
        </w:rPr>
        <w:t>»</w:t>
      </w:r>
    </w:p>
    <w:p w:rsidR="00314376" w:rsidRDefault="00314376" w:rsidP="00BC7190">
      <w:pPr>
        <w:ind w:firstLine="851"/>
        <w:jc w:val="both"/>
        <w:rPr>
          <w:sz w:val="24"/>
          <w:szCs w:val="24"/>
          <w:lang w:val="uk-UA"/>
        </w:rPr>
      </w:pPr>
    </w:p>
    <w:p w:rsidR="00314376" w:rsidRDefault="0031437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314376" w:rsidRDefault="00314376">
      <w:pPr>
        <w:ind w:firstLine="720"/>
        <w:jc w:val="center"/>
        <w:rPr>
          <w:sz w:val="24"/>
          <w:szCs w:val="24"/>
          <w:lang w:val="uk-UA"/>
        </w:rPr>
      </w:pPr>
    </w:p>
    <w:p w:rsidR="00314376" w:rsidRDefault="0031437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>
        <w:rPr>
          <w:sz w:val="24"/>
          <w:szCs w:val="24"/>
          <w:lang w:val="uk-UA"/>
        </w:rPr>
        <w:t xml:space="preserve"> на 2022 рік.</w:t>
      </w:r>
    </w:p>
    <w:p w:rsidR="00314376" w:rsidRDefault="00314376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314376" w:rsidRPr="0005173B" w:rsidTr="004D2667">
        <w:tc>
          <w:tcPr>
            <w:tcW w:w="1384" w:type="dxa"/>
          </w:tcPr>
          <w:p w:rsidR="00314376" w:rsidRPr="000361B6" w:rsidRDefault="00314376" w:rsidP="004D2667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314376" w:rsidRPr="000361B6" w:rsidRDefault="00314376" w:rsidP="003F1EC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</w:t>
            </w: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314376" w:rsidRPr="0005173B" w:rsidTr="004D2667">
        <w:tc>
          <w:tcPr>
            <w:tcW w:w="1384" w:type="dxa"/>
          </w:tcPr>
          <w:p w:rsidR="00314376" w:rsidRPr="004D2667" w:rsidRDefault="00314376" w:rsidP="004D2667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4D2667">
              <w:rPr>
                <w:b/>
                <w:color w:val="00000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</w:tcPr>
          <w:p w:rsidR="00314376" w:rsidRPr="004D2667" w:rsidRDefault="00314376" w:rsidP="004D2667">
            <w:pPr>
              <w:suppressAutoHyphens w:val="0"/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4D2667">
              <w:rPr>
                <w:b/>
                <w:color w:val="000000"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314376" w:rsidRPr="006F2A9D" w:rsidTr="007E42FA">
        <w:tc>
          <w:tcPr>
            <w:tcW w:w="1384" w:type="dxa"/>
          </w:tcPr>
          <w:p w:rsidR="00314376" w:rsidRPr="006C0598" w:rsidRDefault="00314376" w:rsidP="002D698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1217693</w:t>
            </w:r>
          </w:p>
        </w:tc>
        <w:tc>
          <w:tcPr>
            <w:tcW w:w="8896" w:type="dxa"/>
            <w:vAlign w:val="center"/>
          </w:tcPr>
          <w:p w:rsidR="00314376" w:rsidRPr="0005173B" w:rsidRDefault="00314376" w:rsidP="002D698C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Інші заходи пов</w:t>
            </w:r>
            <w:r w:rsidRPr="00961D1D">
              <w:rPr>
                <w:b/>
                <w:sz w:val="24"/>
                <w:szCs w:val="24"/>
                <w:lang w:val="uk-UA"/>
              </w:rPr>
              <w:t>’</w:t>
            </w:r>
            <w:r>
              <w:rPr>
                <w:b/>
                <w:sz w:val="24"/>
                <w:szCs w:val="24"/>
                <w:lang w:val="uk-UA"/>
              </w:rPr>
              <w:t>язані з економічною діяльністю</w:t>
            </w:r>
          </w:p>
        </w:tc>
      </w:tr>
      <w:tr w:rsidR="00314376" w:rsidRPr="0095064D" w:rsidTr="004D2667">
        <w:tc>
          <w:tcPr>
            <w:tcW w:w="1384" w:type="dxa"/>
          </w:tcPr>
          <w:p w:rsidR="00314376" w:rsidRPr="006C0598" w:rsidRDefault="00314376" w:rsidP="002D698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314376" w:rsidRPr="0005173B" w:rsidRDefault="00314376" w:rsidP="002D698C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314376" w:rsidRPr="006F2A9D" w:rsidTr="004D2667">
        <w:tc>
          <w:tcPr>
            <w:tcW w:w="1384" w:type="dxa"/>
          </w:tcPr>
          <w:p w:rsidR="00314376" w:rsidRPr="003F1EC6" w:rsidRDefault="00314376" w:rsidP="004D2667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314376" w:rsidRPr="00622512" w:rsidRDefault="00314376" w:rsidP="004D266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314376" w:rsidRPr="0005173B" w:rsidTr="0099557E">
        <w:tc>
          <w:tcPr>
            <w:tcW w:w="1384" w:type="dxa"/>
          </w:tcPr>
          <w:p w:rsidR="00314376" w:rsidRPr="006C0598" w:rsidRDefault="00314376" w:rsidP="0041141A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314376" w:rsidRPr="0005173B" w:rsidRDefault="00314376" w:rsidP="0041141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5173B">
              <w:rPr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</w:tbl>
    <w:p w:rsidR="00314376" w:rsidRDefault="00314376" w:rsidP="00C95FAB">
      <w:pPr>
        <w:jc w:val="both"/>
        <w:rPr>
          <w:sz w:val="26"/>
          <w:szCs w:val="26"/>
          <w:lang w:val="uk-UA"/>
        </w:rPr>
      </w:pPr>
    </w:p>
    <w:p w:rsidR="00314376" w:rsidRDefault="00314376" w:rsidP="00C95FAB">
      <w:pPr>
        <w:jc w:val="both"/>
        <w:rPr>
          <w:sz w:val="18"/>
          <w:szCs w:val="18"/>
          <w:lang w:val="uk-UA"/>
        </w:rPr>
      </w:pPr>
      <w:r>
        <w:rPr>
          <w:sz w:val="26"/>
          <w:szCs w:val="26"/>
          <w:lang w:val="uk-UA"/>
        </w:rPr>
        <w:t>Д</w:t>
      </w:r>
      <w:r w:rsidRPr="00A369C4">
        <w:rPr>
          <w:sz w:val="26"/>
          <w:szCs w:val="26"/>
        </w:rPr>
        <w:t xml:space="preserve">иректор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314376" w:rsidRDefault="00314376" w:rsidP="00C95FAB">
      <w:pPr>
        <w:jc w:val="both"/>
        <w:rPr>
          <w:sz w:val="18"/>
          <w:szCs w:val="18"/>
          <w:lang w:val="uk-UA"/>
        </w:rPr>
      </w:pPr>
    </w:p>
    <w:p w:rsidR="00314376" w:rsidRDefault="00314376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Надія Яворська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314376" w:rsidSect="00BC7190">
      <w:footnotePr>
        <w:pos w:val="beneathText"/>
      </w:footnotePr>
      <w:pgSz w:w="11905" w:h="16837"/>
      <w:pgMar w:top="851" w:right="565" w:bottom="1276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376" w:rsidRDefault="00314376">
      <w:r>
        <w:separator/>
      </w:r>
    </w:p>
  </w:endnote>
  <w:endnote w:type="continuationSeparator" w:id="0">
    <w:p w:rsidR="00314376" w:rsidRDefault="00314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376" w:rsidRDefault="00314376">
      <w:r>
        <w:separator/>
      </w:r>
    </w:p>
  </w:footnote>
  <w:footnote w:type="continuationSeparator" w:id="0">
    <w:p w:rsidR="00314376" w:rsidRDefault="003143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5E57"/>
    <w:rsid w:val="000C72E9"/>
    <w:rsid w:val="000D105F"/>
    <w:rsid w:val="000D1373"/>
    <w:rsid w:val="000D1D30"/>
    <w:rsid w:val="000D26A7"/>
    <w:rsid w:val="000D3500"/>
    <w:rsid w:val="000D7276"/>
    <w:rsid w:val="000D7376"/>
    <w:rsid w:val="000E6979"/>
    <w:rsid w:val="000E6989"/>
    <w:rsid w:val="000E7468"/>
    <w:rsid w:val="000F4E1F"/>
    <w:rsid w:val="00100CF8"/>
    <w:rsid w:val="00103A5C"/>
    <w:rsid w:val="00123043"/>
    <w:rsid w:val="00124F42"/>
    <w:rsid w:val="00125498"/>
    <w:rsid w:val="00126E88"/>
    <w:rsid w:val="00140745"/>
    <w:rsid w:val="0015086A"/>
    <w:rsid w:val="00153158"/>
    <w:rsid w:val="00156A77"/>
    <w:rsid w:val="00160AD5"/>
    <w:rsid w:val="00160B0B"/>
    <w:rsid w:val="0016323F"/>
    <w:rsid w:val="001655BF"/>
    <w:rsid w:val="00166232"/>
    <w:rsid w:val="00166FEB"/>
    <w:rsid w:val="00170927"/>
    <w:rsid w:val="001758F4"/>
    <w:rsid w:val="00183D49"/>
    <w:rsid w:val="00184B13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33D"/>
    <w:rsid w:val="00211F90"/>
    <w:rsid w:val="002170F6"/>
    <w:rsid w:val="0022190C"/>
    <w:rsid w:val="00221F88"/>
    <w:rsid w:val="00227E7F"/>
    <w:rsid w:val="002308B7"/>
    <w:rsid w:val="0023254A"/>
    <w:rsid w:val="00233DF6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073A"/>
    <w:rsid w:val="002D1FFC"/>
    <w:rsid w:val="002D3C8B"/>
    <w:rsid w:val="002D5802"/>
    <w:rsid w:val="002D664B"/>
    <w:rsid w:val="002D698C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243F"/>
    <w:rsid w:val="00305D58"/>
    <w:rsid w:val="003075BE"/>
    <w:rsid w:val="003076B0"/>
    <w:rsid w:val="00307F68"/>
    <w:rsid w:val="003112A8"/>
    <w:rsid w:val="003125FB"/>
    <w:rsid w:val="00314376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466D"/>
    <w:rsid w:val="00377AC7"/>
    <w:rsid w:val="00394048"/>
    <w:rsid w:val="00397908"/>
    <w:rsid w:val="003A11CA"/>
    <w:rsid w:val="003A62B2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07"/>
    <w:rsid w:val="003E7793"/>
    <w:rsid w:val="003E7BEB"/>
    <w:rsid w:val="003F1EC6"/>
    <w:rsid w:val="003F3FAF"/>
    <w:rsid w:val="003F70D0"/>
    <w:rsid w:val="003F7BDC"/>
    <w:rsid w:val="00402B48"/>
    <w:rsid w:val="00405495"/>
    <w:rsid w:val="0041040D"/>
    <w:rsid w:val="004107E3"/>
    <w:rsid w:val="0041141A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0BB1"/>
    <w:rsid w:val="00466B4A"/>
    <w:rsid w:val="00481047"/>
    <w:rsid w:val="00481281"/>
    <w:rsid w:val="004A3388"/>
    <w:rsid w:val="004A3E8E"/>
    <w:rsid w:val="004A7D03"/>
    <w:rsid w:val="004D2667"/>
    <w:rsid w:val="004E16F2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0B59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3E3E"/>
    <w:rsid w:val="00594080"/>
    <w:rsid w:val="005A0225"/>
    <w:rsid w:val="005A4D01"/>
    <w:rsid w:val="005A576A"/>
    <w:rsid w:val="005B0377"/>
    <w:rsid w:val="005B3395"/>
    <w:rsid w:val="005B3CCA"/>
    <w:rsid w:val="005B5052"/>
    <w:rsid w:val="005B59D5"/>
    <w:rsid w:val="005B7D6B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35F5"/>
    <w:rsid w:val="005F54AD"/>
    <w:rsid w:val="00604F3A"/>
    <w:rsid w:val="00615B8F"/>
    <w:rsid w:val="006172D3"/>
    <w:rsid w:val="00622512"/>
    <w:rsid w:val="006251B4"/>
    <w:rsid w:val="0063296D"/>
    <w:rsid w:val="00632DD1"/>
    <w:rsid w:val="0063528F"/>
    <w:rsid w:val="00635D3A"/>
    <w:rsid w:val="00635D3C"/>
    <w:rsid w:val="006439F7"/>
    <w:rsid w:val="00647384"/>
    <w:rsid w:val="00647FCE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0598"/>
    <w:rsid w:val="006C14A2"/>
    <w:rsid w:val="006C2068"/>
    <w:rsid w:val="006C234C"/>
    <w:rsid w:val="006C2F7A"/>
    <w:rsid w:val="006C3044"/>
    <w:rsid w:val="006C4469"/>
    <w:rsid w:val="006C44FD"/>
    <w:rsid w:val="006D3258"/>
    <w:rsid w:val="006D32CF"/>
    <w:rsid w:val="006D4B0E"/>
    <w:rsid w:val="006D7D21"/>
    <w:rsid w:val="006E2AFD"/>
    <w:rsid w:val="006F1681"/>
    <w:rsid w:val="006F2A9D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68E3"/>
    <w:rsid w:val="0078745F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2FA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0240"/>
    <w:rsid w:val="00837288"/>
    <w:rsid w:val="008416A8"/>
    <w:rsid w:val="00843660"/>
    <w:rsid w:val="008436D0"/>
    <w:rsid w:val="008510FD"/>
    <w:rsid w:val="0085379B"/>
    <w:rsid w:val="008577B1"/>
    <w:rsid w:val="0086277C"/>
    <w:rsid w:val="00863EAE"/>
    <w:rsid w:val="0086472A"/>
    <w:rsid w:val="00870701"/>
    <w:rsid w:val="00871047"/>
    <w:rsid w:val="008727F0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5B01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064D"/>
    <w:rsid w:val="00955906"/>
    <w:rsid w:val="00956638"/>
    <w:rsid w:val="00961D1D"/>
    <w:rsid w:val="009653D1"/>
    <w:rsid w:val="00972501"/>
    <w:rsid w:val="00973B56"/>
    <w:rsid w:val="0098381D"/>
    <w:rsid w:val="00985F9F"/>
    <w:rsid w:val="00986BBA"/>
    <w:rsid w:val="00987407"/>
    <w:rsid w:val="0099557E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3AA7"/>
    <w:rsid w:val="00A87303"/>
    <w:rsid w:val="00A87A20"/>
    <w:rsid w:val="00A87D87"/>
    <w:rsid w:val="00A9139B"/>
    <w:rsid w:val="00AA3411"/>
    <w:rsid w:val="00AB5180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E7CFB"/>
    <w:rsid w:val="00AF44A1"/>
    <w:rsid w:val="00AF53D4"/>
    <w:rsid w:val="00B00C49"/>
    <w:rsid w:val="00B01606"/>
    <w:rsid w:val="00B02017"/>
    <w:rsid w:val="00B025D8"/>
    <w:rsid w:val="00B05C1D"/>
    <w:rsid w:val="00B077C1"/>
    <w:rsid w:val="00B10043"/>
    <w:rsid w:val="00B16374"/>
    <w:rsid w:val="00B210E1"/>
    <w:rsid w:val="00B22F32"/>
    <w:rsid w:val="00B2387A"/>
    <w:rsid w:val="00B24227"/>
    <w:rsid w:val="00B31BB1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86F38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C7190"/>
    <w:rsid w:val="00BD617B"/>
    <w:rsid w:val="00BE1224"/>
    <w:rsid w:val="00BE1FA9"/>
    <w:rsid w:val="00BE2761"/>
    <w:rsid w:val="00BE37F4"/>
    <w:rsid w:val="00BE4175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3340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3638A"/>
    <w:rsid w:val="00D401C8"/>
    <w:rsid w:val="00D53636"/>
    <w:rsid w:val="00D54D1E"/>
    <w:rsid w:val="00D55664"/>
    <w:rsid w:val="00D70007"/>
    <w:rsid w:val="00D73992"/>
    <w:rsid w:val="00D752CF"/>
    <w:rsid w:val="00D806C2"/>
    <w:rsid w:val="00D905B3"/>
    <w:rsid w:val="00D92979"/>
    <w:rsid w:val="00D92C98"/>
    <w:rsid w:val="00D95CB7"/>
    <w:rsid w:val="00D96356"/>
    <w:rsid w:val="00DA2DFF"/>
    <w:rsid w:val="00DA7659"/>
    <w:rsid w:val="00DB0857"/>
    <w:rsid w:val="00DB34B6"/>
    <w:rsid w:val="00DB5B59"/>
    <w:rsid w:val="00DC309D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56D81"/>
    <w:rsid w:val="00E63441"/>
    <w:rsid w:val="00E67974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1D38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1533"/>
    <w:rsid w:val="00F02191"/>
    <w:rsid w:val="00F0361E"/>
    <w:rsid w:val="00F0669E"/>
    <w:rsid w:val="00F077B6"/>
    <w:rsid w:val="00F1651B"/>
    <w:rsid w:val="00F17941"/>
    <w:rsid w:val="00F21C2E"/>
    <w:rsid w:val="00F22910"/>
    <w:rsid w:val="00F241C7"/>
    <w:rsid w:val="00F2531F"/>
    <w:rsid w:val="00F260F2"/>
    <w:rsid w:val="00F2766E"/>
    <w:rsid w:val="00F31ABE"/>
    <w:rsid w:val="00F32215"/>
    <w:rsid w:val="00F37D8B"/>
    <w:rsid w:val="00F4018D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03E1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5A7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56D81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56D81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56D81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56D81"/>
    <w:rPr>
      <w:rFonts w:ascii="Calibri" w:hAnsi="Calibri" w:cs="Times New Roman"/>
      <w:b/>
      <w:bCs/>
      <w:lang w:val="ru-RU"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56D81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56D81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0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1">
    <w:name w:val="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45DDF"/>
    <w:rPr>
      <w:sz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56D81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Normal"/>
    <w:next w:val="BodyText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56D81"/>
    <w:rPr>
      <w:rFonts w:cs="Times New Roman"/>
      <w:sz w:val="20"/>
      <w:szCs w:val="20"/>
      <w:lang w:val="ru-RU" w:eastAsia="ar-SA" w:bidi="ar-SA"/>
    </w:rPr>
  </w:style>
  <w:style w:type="paragraph" w:styleId="Header">
    <w:name w:val="header"/>
    <w:basedOn w:val="Normal"/>
    <w:link w:val="Head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56D81"/>
    <w:rPr>
      <w:rFonts w:cs="Times New Roman"/>
      <w:sz w:val="20"/>
      <w:szCs w:val="20"/>
      <w:lang w:val="ru-RU" w:eastAsia="ar-SA" w:bidi="ar-SA"/>
    </w:rPr>
  </w:style>
  <w:style w:type="paragraph" w:styleId="Footer">
    <w:name w:val="footer"/>
    <w:basedOn w:val="Normal"/>
    <w:link w:val="Foot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6D81"/>
    <w:rPr>
      <w:rFonts w:cs="Times New Roman"/>
      <w:sz w:val="20"/>
      <w:szCs w:val="20"/>
      <w:lang w:val="ru-RU" w:eastAsia="ar-SA" w:bidi="ar-SA"/>
    </w:rPr>
  </w:style>
  <w:style w:type="paragraph" w:customStyle="1" w:styleId="a2">
    <w:name w:val="Содержимое таблицы"/>
    <w:basedOn w:val="BodyText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BodyText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BodyText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BodyText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BodyText"/>
    <w:uiPriority w:val="99"/>
    <w:rsid w:val="00345DDF"/>
    <w:pPr>
      <w:suppressLineNumbers/>
    </w:pPr>
  </w:style>
  <w:style w:type="paragraph" w:customStyle="1" w:styleId="a3">
    <w:name w:val="Заголовок таблицы"/>
    <w:basedOn w:val="a2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6D81"/>
    <w:rPr>
      <w:rFonts w:cs="Times New Roman"/>
      <w:sz w:val="2"/>
      <w:lang w:val="ru-RU" w:eastAsia="ar-SA" w:bidi="ar-SA"/>
    </w:rPr>
  </w:style>
  <w:style w:type="table" w:styleId="TableGrid">
    <w:name w:val="Table Grid"/>
    <w:basedOn w:val="TableNormal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1</Pages>
  <Words>1539</Words>
  <Characters>878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yavorska</cp:lastModifiedBy>
  <cp:revision>17</cp:revision>
  <cp:lastPrinted>2022-11-10T09:10:00Z</cp:lastPrinted>
  <dcterms:created xsi:type="dcterms:W3CDTF">2022-09-02T10:59:00Z</dcterms:created>
  <dcterms:modified xsi:type="dcterms:W3CDTF">2022-12-27T12:59:00Z</dcterms:modified>
</cp:coreProperties>
</file>