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E9" w:rsidRDefault="00CD69E9">
      <w:pPr>
        <w:pStyle w:val="Heading1"/>
        <w:jc w:val="center"/>
      </w:pPr>
    </w:p>
    <w:p w:rsidR="00CD69E9" w:rsidRDefault="00CD69E9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 type="frame"/>
            <v:imagedata r:id="rId7" o:title=""/>
          </v:shape>
          <o:OLEObject Type="Embed" ProgID="Paint.Picture" ShapeID="_x0000_i1025" DrawAspect="Content" ObjectID="_1735038657" r:id="rId8"/>
        </w:object>
      </w:r>
    </w:p>
    <w:p w:rsidR="00CD69E9" w:rsidRDefault="00CD69E9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D69E9" w:rsidRPr="00902DB2" w:rsidTr="00543B96">
        <w:tc>
          <w:tcPr>
            <w:tcW w:w="10280" w:type="dxa"/>
          </w:tcPr>
          <w:p w:rsidR="00CD69E9" w:rsidRPr="00C249D8" w:rsidRDefault="00CD69E9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D69E9" w:rsidRPr="00543B96" w:rsidRDefault="00CD69E9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D69E9" w:rsidRPr="00902DB2" w:rsidRDefault="00CD69E9" w:rsidP="00543B96">
            <w:pPr>
              <w:pStyle w:val="Heading8"/>
              <w:jc w:val="center"/>
            </w:pPr>
          </w:p>
        </w:tc>
      </w:tr>
    </w:tbl>
    <w:p w:rsidR="00CD69E9" w:rsidRPr="00902DB2" w:rsidRDefault="00CD69E9" w:rsidP="00902DB2"/>
    <w:p w:rsidR="00CD69E9" w:rsidRDefault="00CD69E9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D69E9" w:rsidRDefault="00CD69E9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CD69E9" w:rsidRPr="007527EA" w:rsidRDefault="00CD69E9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CD69E9" w:rsidRPr="000361B6" w:rsidRDefault="00CD69E9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D69E9" w:rsidRPr="000361B6" w:rsidRDefault="00CD69E9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D69E9" w:rsidRDefault="00CD69E9" w:rsidP="00902DB2">
      <w:pPr>
        <w:rPr>
          <w:sz w:val="24"/>
          <w:szCs w:val="24"/>
          <w:lang w:val="uk-UA"/>
        </w:rPr>
      </w:pPr>
    </w:p>
    <w:p w:rsidR="00CD69E9" w:rsidRPr="000361B6" w:rsidRDefault="00CD69E9" w:rsidP="00902DB2">
      <w:pPr>
        <w:rPr>
          <w:sz w:val="24"/>
          <w:szCs w:val="24"/>
          <w:lang w:val="uk-UA"/>
        </w:rPr>
      </w:pPr>
    </w:p>
    <w:p w:rsidR="00CD69E9" w:rsidRDefault="00CD69E9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21.12.2022</w:t>
      </w:r>
      <w:r w:rsidRPr="000361B6">
        <w:rPr>
          <w:b/>
          <w:sz w:val="24"/>
          <w:szCs w:val="24"/>
          <w:lang w:val="uk-UA"/>
        </w:rPr>
        <w:t xml:space="preserve"> року №</w:t>
      </w:r>
      <w:r>
        <w:rPr>
          <w:b/>
          <w:sz w:val="24"/>
          <w:szCs w:val="24"/>
          <w:lang w:val="uk-UA"/>
        </w:rPr>
        <w:t xml:space="preserve">39/43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внесення змін до рішення міської ради від 13.12.2022 року №38/19 «Про бюджет Луцької міської територіальної громади на 2023 рік»</w:t>
      </w:r>
    </w:p>
    <w:p w:rsidR="00CD69E9" w:rsidRPr="000361B6" w:rsidRDefault="00CD69E9" w:rsidP="007F3B64">
      <w:pPr>
        <w:ind w:firstLine="851"/>
        <w:jc w:val="both"/>
        <w:rPr>
          <w:sz w:val="24"/>
          <w:szCs w:val="24"/>
          <w:lang w:val="uk-UA"/>
        </w:rPr>
      </w:pP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D69E9" w:rsidRDefault="00CD69E9">
      <w:pPr>
        <w:ind w:firstLine="720"/>
        <w:jc w:val="center"/>
        <w:rPr>
          <w:sz w:val="24"/>
          <w:szCs w:val="24"/>
          <w:lang w:val="uk-UA"/>
        </w:rPr>
      </w:pP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D69E9" w:rsidRDefault="00CD69E9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D69E9" w:rsidRPr="000361B6" w:rsidTr="00543B96">
        <w:tc>
          <w:tcPr>
            <w:tcW w:w="1384" w:type="dxa"/>
          </w:tcPr>
          <w:p w:rsidR="00CD69E9" w:rsidRPr="000361B6" w:rsidRDefault="00CD69E9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D69E9" w:rsidRPr="000361B6" w:rsidRDefault="00CD69E9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D69E9" w:rsidRPr="000361B6" w:rsidRDefault="00CD69E9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CD69E9" w:rsidRPr="003D7EC1" w:rsidTr="007534F8">
        <w:tc>
          <w:tcPr>
            <w:tcW w:w="1384" w:type="dxa"/>
          </w:tcPr>
          <w:p w:rsidR="00CD69E9" w:rsidRPr="003F1EC6" w:rsidRDefault="00CD69E9" w:rsidP="00645141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CD69E9" w:rsidRPr="00622512" w:rsidRDefault="00CD69E9" w:rsidP="00645141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</w:tbl>
    <w:p w:rsidR="00CD69E9" w:rsidRDefault="00CD69E9" w:rsidP="00C95FAB">
      <w:pPr>
        <w:jc w:val="both"/>
        <w:rPr>
          <w:sz w:val="26"/>
          <w:szCs w:val="26"/>
          <w:lang w:val="uk-UA"/>
        </w:rPr>
      </w:pPr>
    </w:p>
    <w:p w:rsidR="00CD69E9" w:rsidRDefault="00CD69E9" w:rsidP="00C95FAB">
      <w:pPr>
        <w:jc w:val="both"/>
        <w:rPr>
          <w:sz w:val="26"/>
          <w:szCs w:val="26"/>
          <w:lang w:val="uk-UA"/>
        </w:rPr>
      </w:pPr>
    </w:p>
    <w:p w:rsidR="00CD69E9" w:rsidRPr="00AC1EA2" w:rsidRDefault="00CD69E9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D69E9" w:rsidRDefault="00CD69E9" w:rsidP="00C95FAB">
      <w:pPr>
        <w:jc w:val="both"/>
        <w:rPr>
          <w:sz w:val="18"/>
          <w:szCs w:val="18"/>
          <w:lang w:val="uk-UA"/>
        </w:rPr>
      </w:pPr>
    </w:p>
    <w:p w:rsidR="00CD69E9" w:rsidRDefault="00CD69E9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Яворська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D69E9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9E9" w:rsidRDefault="00CD69E9">
      <w:r>
        <w:separator/>
      </w:r>
    </w:p>
  </w:endnote>
  <w:endnote w:type="continuationSeparator" w:id="0">
    <w:p w:rsidR="00CD69E9" w:rsidRDefault="00CD6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9E9" w:rsidRDefault="00CD69E9">
      <w:r>
        <w:separator/>
      </w:r>
    </w:p>
  </w:footnote>
  <w:footnote w:type="continuationSeparator" w:id="0">
    <w:p w:rsidR="00CD69E9" w:rsidRDefault="00CD6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E22FC"/>
    <w:rsid w:val="004E4C4E"/>
    <w:rsid w:val="004E7F0B"/>
    <w:rsid w:val="004F56DD"/>
    <w:rsid w:val="004F5C28"/>
    <w:rsid w:val="004F7C6F"/>
    <w:rsid w:val="0050453C"/>
    <w:rsid w:val="00504779"/>
    <w:rsid w:val="005122E4"/>
    <w:rsid w:val="00512C59"/>
    <w:rsid w:val="005158AB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0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1068</Words>
  <Characters>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8</cp:revision>
  <cp:lastPrinted>2020-11-12T09:37:00Z</cp:lastPrinted>
  <dcterms:created xsi:type="dcterms:W3CDTF">2022-01-18T08:47:00Z</dcterms:created>
  <dcterms:modified xsi:type="dcterms:W3CDTF">2023-01-12T12:25:00Z</dcterms:modified>
</cp:coreProperties>
</file>